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F9C26" w14:textId="69FFE4EB" w:rsidR="006550B6" w:rsidRPr="00696DEB" w:rsidRDefault="00D41E31" w:rsidP="006550B6">
      <w:pPr>
        <w:pStyle w:val="NormalWeb"/>
        <w:shd w:val="clear" w:color="auto" w:fill="FFFEF9"/>
        <w:spacing w:before="240" w:beforeAutospacing="0" w:after="240" w:afterAutospacing="0" w:line="336" w:lineRule="atLeast"/>
        <w:rPr>
          <w:rFonts w:ascii="Quasimoda Light" w:hAnsi="Quasimoda Light" w:cs="Arial"/>
          <w:b/>
          <w:color w:val="131313"/>
          <w:sz w:val="22"/>
          <w:szCs w:val="22"/>
        </w:rPr>
      </w:pPr>
      <w:r w:rsidRPr="00696DEB">
        <w:rPr>
          <w:rFonts w:ascii="Quasimoda Light" w:hAnsi="Quasimoda Light" w:cs="Arial"/>
          <w:b/>
          <w:color w:val="131313"/>
          <w:sz w:val="22"/>
          <w:szCs w:val="22"/>
        </w:rPr>
        <w:t>ANN HALLENBERG</w:t>
      </w:r>
      <w:r w:rsidR="006550B6" w:rsidRPr="00696DEB">
        <w:rPr>
          <w:rFonts w:ascii="Quasimoda Light" w:hAnsi="Quasimoda Light" w:cs="Arial"/>
          <w:b/>
          <w:color w:val="131313"/>
          <w:sz w:val="22"/>
          <w:szCs w:val="22"/>
        </w:rPr>
        <w:t xml:space="preserve"> </w:t>
      </w:r>
      <w:r w:rsidRPr="00696DEB">
        <w:rPr>
          <w:rFonts w:ascii="Quasimoda Light" w:hAnsi="Quasimoda Light" w:cs="Arial"/>
          <w:b/>
          <w:color w:val="131313"/>
          <w:sz w:val="22"/>
          <w:szCs w:val="22"/>
        </w:rPr>
        <w:t>–</w:t>
      </w:r>
      <w:r w:rsidR="006550B6" w:rsidRPr="00696DEB">
        <w:rPr>
          <w:rFonts w:ascii="Quasimoda Light" w:hAnsi="Quasimoda Light" w:cs="Arial"/>
          <w:b/>
          <w:color w:val="131313"/>
          <w:sz w:val="22"/>
          <w:szCs w:val="22"/>
        </w:rPr>
        <w:t xml:space="preserve"> </w:t>
      </w:r>
      <w:r w:rsidRPr="00696DEB">
        <w:rPr>
          <w:rFonts w:ascii="Quasimoda Light" w:hAnsi="Quasimoda Light" w:cs="Arial"/>
          <w:b/>
          <w:color w:val="131313"/>
          <w:sz w:val="22"/>
          <w:szCs w:val="22"/>
        </w:rPr>
        <w:t>mezzo soprano</w:t>
      </w:r>
    </w:p>
    <w:p w14:paraId="2A69008C" w14:textId="6C030785" w:rsidR="00696DEB" w:rsidRPr="00696DEB" w:rsidRDefault="00696DEB" w:rsidP="00696DEB">
      <w:pPr>
        <w:rPr>
          <w:rFonts w:ascii="Quasimoda Light" w:hAnsi="Quasimoda Light"/>
        </w:rPr>
      </w:pPr>
      <w:r w:rsidRPr="00696DEB">
        <w:rPr>
          <w:rFonts w:ascii="Quasimoda Light" w:hAnsi="Quasimoda Light"/>
        </w:rPr>
        <w:t xml:space="preserve">Swedish mezzo-soprano Ann </w:t>
      </w:r>
      <w:proofErr w:type="spellStart"/>
      <w:r w:rsidRPr="00696DEB">
        <w:rPr>
          <w:rFonts w:ascii="Quasimoda Light" w:hAnsi="Quasimoda Light"/>
        </w:rPr>
        <w:t>Hallenberg</w:t>
      </w:r>
      <w:proofErr w:type="spellEnd"/>
      <w:r w:rsidRPr="00696DEB">
        <w:rPr>
          <w:rFonts w:ascii="Quasimoda Light" w:hAnsi="Quasimoda Light"/>
        </w:rPr>
        <w:t xml:space="preserve"> rose to fame in 2003 when she replaced Cecilia Bartoli on one day’s notice in Handel’s Il </w:t>
      </w:r>
      <w:proofErr w:type="spellStart"/>
      <w:r w:rsidRPr="00696DEB">
        <w:rPr>
          <w:rFonts w:ascii="Quasimoda Light" w:hAnsi="Quasimoda Light"/>
        </w:rPr>
        <w:t>trionfo</w:t>
      </w:r>
      <w:proofErr w:type="spellEnd"/>
      <w:r w:rsidRPr="00696DEB">
        <w:rPr>
          <w:rFonts w:ascii="Quasimoda Light" w:hAnsi="Quasimoda Light"/>
        </w:rPr>
        <w:t xml:space="preserve"> del tempo e del </w:t>
      </w:r>
      <w:proofErr w:type="spellStart"/>
      <w:r w:rsidRPr="00696DEB">
        <w:rPr>
          <w:rFonts w:ascii="Quasimoda Light" w:hAnsi="Quasimoda Light"/>
        </w:rPr>
        <w:t>disinganno</w:t>
      </w:r>
      <w:proofErr w:type="spellEnd"/>
      <w:r w:rsidRPr="00696DEB">
        <w:rPr>
          <w:rFonts w:ascii="Quasimoda Light" w:hAnsi="Quasimoda Light"/>
        </w:rPr>
        <w:t xml:space="preserve"> at the </w:t>
      </w:r>
      <w:proofErr w:type="spellStart"/>
      <w:r w:rsidRPr="00696DEB">
        <w:rPr>
          <w:rFonts w:ascii="Quasimoda Light" w:hAnsi="Quasimoda Light"/>
        </w:rPr>
        <w:t>Opernhaus</w:t>
      </w:r>
      <w:proofErr w:type="spellEnd"/>
      <w:r w:rsidRPr="00696DEB">
        <w:rPr>
          <w:rFonts w:ascii="Quasimoda Light" w:hAnsi="Quasimoda Light"/>
        </w:rPr>
        <w:t xml:space="preserve"> Zürich. She is now established as one of the world’s leading mezzo-sopranos.</w:t>
      </w:r>
    </w:p>
    <w:p w14:paraId="4CB6D012" w14:textId="4B44789F" w:rsidR="00696DEB" w:rsidRPr="00696DEB" w:rsidRDefault="00696DEB" w:rsidP="00696DEB">
      <w:pPr>
        <w:rPr>
          <w:rFonts w:ascii="Quasimoda Light" w:hAnsi="Quasimoda Light"/>
        </w:rPr>
      </w:pPr>
      <w:r w:rsidRPr="00696DEB">
        <w:rPr>
          <w:rFonts w:ascii="Quasimoda Light" w:hAnsi="Quasimoda Light"/>
        </w:rPr>
        <w:t xml:space="preserve">She regularly appears in opera houses and festivals such as Teatro </w:t>
      </w:r>
      <w:proofErr w:type="spellStart"/>
      <w:r w:rsidRPr="00696DEB">
        <w:rPr>
          <w:rFonts w:ascii="Quasimoda Light" w:hAnsi="Quasimoda Light"/>
        </w:rPr>
        <w:t>alla</w:t>
      </w:r>
      <w:proofErr w:type="spellEnd"/>
      <w:r w:rsidRPr="00696DEB">
        <w:rPr>
          <w:rFonts w:ascii="Quasimoda Light" w:hAnsi="Quasimoda Light"/>
        </w:rPr>
        <w:t xml:space="preserve"> Scala Milan, Teatro la </w:t>
      </w:r>
      <w:proofErr w:type="spellStart"/>
      <w:r w:rsidRPr="00696DEB">
        <w:rPr>
          <w:rFonts w:ascii="Quasimoda Light" w:hAnsi="Quasimoda Light"/>
        </w:rPr>
        <w:t>Fenice</w:t>
      </w:r>
      <w:proofErr w:type="spellEnd"/>
      <w:r w:rsidRPr="00696DEB">
        <w:rPr>
          <w:rFonts w:ascii="Quasimoda Light" w:hAnsi="Quasimoda Light"/>
        </w:rPr>
        <w:t xml:space="preserve"> Venice, Teatro Real Madrid, </w:t>
      </w:r>
      <w:proofErr w:type="spellStart"/>
      <w:r w:rsidRPr="00696DEB">
        <w:rPr>
          <w:rFonts w:ascii="Quasimoda Light" w:hAnsi="Quasimoda Light"/>
        </w:rPr>
        <w:t>Theater</w:t>
      </w:r>
      <w:proofErr w:type="spellEnd"/>
      <w:r w:rsidRPr="00696DEB">
        <w:rPr>
          <w:rFonts w:ascii="Quasimoda Light" w:hAnsi="Quasimoda Light"/>
        </w:rPr>
        <w:t xml:space="preserve"> an der Wien, </w:t>
      </w:r>
      <w:proofErr w:type="spellStart"/>
      <w:r w:rsidRPr="00696DEB">
        <w:rPr>
          <w:rFonts w:ascii="Quasimoda Light" w:hAnsi="Quasimoda Light"/>
        </w:rPr>
        <w:t>Opernhaus</w:t>
      </w:r>
      <w:proofErr w:type="spellEnd"/>
      <w:r w:rsidRPr="00696DEB">
        <w:rPr>
          <w:rFonts w:ascii="Quasimoda Light" w:hAnsi="Quasimoda Light"/>
        </w:rPr>
        <w:t xml:space="preserve"> Zürich, Opéra National Paris, Théâtre des Champs-Elysées Paris, Théâtre de La </w:t>
      </w:r>
      <w:proofErr w:type="spellStart"/>
      <w:r w:rsidRPr="00696DEB">
        <w:rPr>
          <w:rFonts w:ascii="Quasimoda Light" w:hAnsi="Quasimoda Light"/>
        </w:rPr>
        <w:t>Monnaie</w:t>
      </w:r>
      <w:proofErr w:type="spellEnd"/>
      <w:r w:rsidRPr="00696DEB">
        <w:rPr>
          <w:rFonts w:ascii="Quasimoda Light" w:hAnsi="Quasimoda Light"/>
        </w:rPr>
        <w:t xml:space="preserve"> Brussels, Netherlands Opera Amsterdam, </w:t>
      </w:r>
      <w:proofErr w:type="spellStart"/>
      <w:r w:rsidRPr="00696DEB">
        <w:rPr>
          <w:rFonts w:ascii="Quasimoda Light" w:hAnsi="Quasimoda Light"/>
        </w:rPr>
        <w:t>Vlaamse</w:t>
      </w:r>
      <w:proofErr w:type="spellEnd"/>
      <w:r w:rsidRPr="00696DEB">
        <w:rPr>
          <w:rFonts w:ascii="Quasimoda Light" w:hAnsi="Quasimoda Light"/>
        </w:rPr>
        <w:t xml:space="preserve"> Opera Antwerp, </w:t>
      </w:r>
      <w:proofErr w:type="spellStart"/>
      <w:r w:rsidRPr="00696DEB">
        <w:rPr>
          <w:rFonts w:ascii="Quasimoda Light" w:hAnsi="Quasimoda Light"/>
        </w:rPr>
        <w:t>Bayerische</w:t>
      </w:r>
      <w:proofErr w:type="spellEnd"/>
      <w:r w:rsidRPr="00696DEB">
        <w:rPr>
          <w:rFonts w:ascii="Quasimoda Light" w:hAnsi="Quasimoda Light"/>
        </w:rPr>
        <w:t xml:space="preserve"> </w:t>
      </w:r>
      <w:proofErr w:type="spellStart"/>
      <w:r w:rsidRPr="00696DEB">
        <w:rPr>
          <w:rFonts w:ascii="Quasimoda Light" w:hAnsi="Quasimoda Light"/>
        </w:rPr>
        <w:t>Staatsoper</w:t>
      </w:r>
      <w:proofErr w:type="spellEnd"/>
      <w:r w:rsidRPr="00696DEB">
        <w:rPr>
          <w:rFonts w:ascii="Quasimoda Light" w:hAnsi="Quasimoda Light"/>
        </w:rPr>
        <w:t xml:space="preserve"> München, </w:t>
      </w:r>
      <w:proofErr w:type="spellStart"/>
      <w:r w:rsidRPr="00696DEB">
        <w:rPr>
          <w:rFonts w:ascii="Quasimoda Light" w:hAnsi="Quasimoda Light"/>
        </w:rPr>
        <w:t>Staatsoper</w:t>
      </w:r>
      <w:proofErr w:type="spellEnd"/>
      <w:r w:rsidRPr="00696DEB">
        <w:rPr>
          <w:rFonts w:ascii="Quasimoda Light" w:hAnsi="Quasimoda Light"/>
        </w:rPr>
        <w:t xml:space="preserve"> Berlin, </w:t>
      </w:r>
      <w:proofErr w:type="spellStart"/>
      <w:r w:rsidRPr="00696DEB">
        <w:rPr>
          <w:rFonts w:ascii="Quasimoda Light" w:hAnsi="Quasimoda Light"/>
        </w:rPr>
        <w:t>Semperoper</w:t>
      </w:r>
      <w:proofErr w:type="spellEnd"/>
      <w:r w:rsidRPr="00696DEB">
        <w:rPr>
          <w:rFonts w:ascii="Quasimoda Light" w:hAnsi="Quasimoda Light"/>
        </w:rPr>
        <w:t xml:space="preserve"> Dresden, Norwegian National Opera, Royal Swedish Opera, Salzburg Festival, Salzburg Whitsun Festival, Edinburgh Festival and the </w:t>
      </w:r>
      <w:proofErr w:type="spellStart"/>
      <w:r w:rsidRPr="00696DEB">
        <w:rPr>
          <w:rFonts w:ascii="Quasimoda Light" w:hAnsi="Quasimoda Light"/>
        </w:rPr>
        <w:t>Drottningholm</w:t>
      </w:r>
      <w:proofErr w:type="spellEnd"/>
      <w:r w:rsidRPr="00696DEB">
        <w:rPr>
          <w:rFonts w:ascii="Quasimoda Light" w:hAnsi="Quasimoda Light"/>
        </w:rPr>
        <w:t xml:space="preserve"> Festival in Stockholm.</w:t>
      </w:r>
    </w:p>
    <w:p w14:paraId="22465F8A" w14:textId="1CD4369E" w:rsidR="00696DEB" w:rsidRPr="00696DEB" w:rsidRDefault="00696DEB" w:rsidP="00696DEB">
      <w:pPr>
        <w:rPr>
          <w:rFonts w:ascii="Quasimoda Light" w:hAnsi="Quasimoda Light"/>
        </w:rPr>
      </w:pPr>
      <w:r w:rsidRPr="00696DEB">
        <w:rPr>
          <w:rFonts w:ascii="Quasimoda Light" w:hAnsi="Quasimoda Light"/>
        </w:rPr>
        <w:t xml:space="preserve">Her operatic repertoire includes </w:t>
      </w:r>
      <w:proofErr w:type="gramStart"/>
      <w:r w:rsidRPr="00696DEB">
        <w:rPr>
          <w:rFonts w:ascii="Quasimoda Light" w:hAnsi="Quasimoda Light"/>
        </w:rPr>
        <w:t>a large number of</w:t>
      </w:r>
      <w:proofErr w:type="gramEnd"/>
      <w:r w:rsidRPr="00696DEB">
        <w:rPr>
          <w:rFonts w:ascii="Quasimoda Light" w:hAnsi="Quasimoda Light"/>
        </w:rPr>
        <w:t xml:space="preserve"> roles in operas by Rossini, Mozart, Gluck, Handel, Vivaldi, Monteverdi, Purcell, Bize</w:t>
      </w:r>
      <w:bookmarkStart w:id="0" w:name="_GoBack"/>
      <w:bookmarkEnd w:id="0"/>
      <w:r w:rsidRPr="00696DEB">
        <w:rPr>
          <w:rFonts w:ascii="Quasimoda Light" w:hAnsi="Quasimoda Light"/>
        </w:rPr>
        <w:t>t and Massenet.</w:t>
      </w:r>
    </w:p>
    <w:p w14:paraId="2E076D0E" w14:textId="1440107C" w:rsidR="00696DEB" w:rsidRPr="00696DEB" w:rsidRDefault="00696DEB" w:rsidP="00696DEB">
      <w:pPr>
        <w:rPr>
          <w:rFonts w:ascii="Quasimoda Light" w:hAnsi="Quasimoda Light"/>
        </w:rPr>
      </w:pPr>
      <w:r w:rsidRPr="00696DEB">
        <w:rPr>
          <w:rFonts w:ascii="Quasimoda Light" w:hAnsi="Quasimoda Light"/>
        </w:rPr>
        <w:t xml:space="preserve">She is highly sought after as a concert singer and she frequently appears in concert halls throughout Europe and North America. She has built an unusually vast concert repertoire that spans music from the early 17th Century works of Monteverdi and Cavalli, via Mozart, Beethoven, Berlioz, Mahler, Martin and </w:t>
      </w:r>
      <w:proofErr w:type="spellStart"/>
      <w:r w:rsidRPr="00696DEB">
        <w:rPr>
          <w:rFonts w:ascii="Quasimoda Light" w:hAnsi="Quasimoda Light"/>
        </w:rPr>
        <w:t>Chausson</w:t>
      </w:r>
      <w:proofErr w:type="spellEnd"/>
      <w:r w:rsidRPr="00696DEB">
        <w:rPr>
          <w:rFonts w:ascii="Quasimoda Light" w:hAnsi="Quasimoda Light"/>
        </w:rPr>
        <w:t xml:space="preserve"> up to 20th-century works of Franz Waxman and Daniel </w:t>
      </w:r>
      <w:proofErr w:type="spellStart"/>
      <w:r w:rsidRPr="00696DEB">
        <w:rPr>
          <w:rFonts w:ascii="Quasimoda Light" w:hAnsi="Quasimoda Light"/>
        </w:rPr>
        <w:t>Börtz</w:t>
      </w:r>
      <w:proofErr w:type="spellEnd"/>
      <w:r w:rsidRPr="00696DEB">
        <w:rPr>
          <w:rFonts w:ascii="Quasimoda Light" w:hAnsi="Quasimoda Light"/>
        </w:rPr>
        <w:t xml:space="preserve">. She has performed with orchestras such as the Berliner </w:t>
      </w:r>
      <w:proofErr w:type="spellStart"/>
      <w:r w:rsidRPr="00696DEB">
        <w:rPr>
          <w:rFonts w:ascii="Quasimoda Light" w:hAnsi="Quasimoda Light"/>
        </w:rPr>
        <w:t>Philharmoniker</w:t>
      </w:r>
      <w:proofErr w:type="spellEnd"/>
      <w:r w:rsidRPr="00696DEB">
        <w:rPr>
          <w:rFonts w:ascii="Quasimoda Light" w:hAnsi="Quasimoda Light"/>
        </w:rPr>
        <w:t xml:space="preserve">, Orchestre de Paris, Orchestre national de France, Royal Concertgebouw Orchestra, Accademia Nazionale di Santa Cecilia, London Symphony Orchestra, BBC Symphony Orchestra, Los Angeles Symphony Orchestra, Orchestre </w:t>
      </w:r>
      <w:proofErr w:type="spellStart"/>
      <w:r w:rsidRPr="00696DEB">
        <w:rPr>
          <w:rFonts w:ascii="Quasimoda Light" w:hAnsi="Quasimoda Light"/>
        </w:rPr>
        <w:t>Symphonique</w:t>
      </w:r>
      <w:proofErr w:type="spellEnd"/>
      <w:r w:rsidRPr="00696DEB">
        <w:rPr>
          <w:rFonts w:ascii="Quasimoda Light" w:hAnsi="Quasimoda Light"/>
        </w:rPr>
        <w:t xml:space="preserve"> de Montréal, Barcelona Symphony Orchestra, Russian National Orchestra, Swedish Radio Orchestra, Royal Stockholm Philharmonic Orchestra and the Danish Radio Orchestra. She enjoys a special close collaboration with the ensembles Les </w:t>
      </w:r>
      <w:proofErr w:type="spellStart"/>
      <w:r w:rsidRPr="00696DEB">
        <w:rPr>
          <w:rFonts w:ascii="Quasimoda Light" w:hAnsi="Quasimoda Light"/>
        </w:rPr>
        <w:t>Talens</w:t>
      </w:r>
      <w:proofErr w:type="spellEnd"/>
      <w:r w:rsidRPr="00696DEB">
        <w:rPr>
          <w:rFonts w:ascii="Quasimoda Light" w:hAnsi="Quasimoda Light"/>
        </w:rPr>
        <w:t xml:space="preserve"> </w:t>
      </w:r>
      <w:proofErr w:type="spellStart"/>
      <w:r w:rsidRPr="00696DEB">
        <w:rPr>
          <w:rFonts w:ascii="Quasimoda Light" w:hAnsi="Quasimoda Light"/>
        </w:rPr>
        <w:t>Lyriques</w:t>
      </w:r>
      <w:proofErr w:type="spellEnd"/>
      <w:r w:rsidRPr="00696DEB">
        <w:rPr>
          <w:rFonts w:ascii="Quasimoda Light" w:hAnsi="Quasimoda Light"/>
        </w:rPr>
        <w:t xml:space="preserve">, Il Pomo </w:t>
      </w:r>
      <w:proofErr w:type="spellStart"/>
      <w:r w:rsidRPr="00696DEB">
        <w:rPr>
          <w:rFonts w:ascii="Quasimoda Light" w:hAnsi="Quasimoda Light"/>
        </w:rPr>
        <w:t>d’Oro</w:t>
      </w:r>
      <w:proofErr w:type="spellEnd"/>
      <w:r w:rsidRPr="00696DEB">
        <w:rPr>
          <w:rFonts w:ascii="Quasimoda Light" w:hAnsi="Quasimoda Light"/>
        </w:rPr>
        <w:t xml:space="preserve"> and Europa Galante.</w:t>
      </w:r>
    </w:p>
    <w:p w14:paraId="166567FA" w14:textId="78C52AA7" w:rsidR="00696DEB" w:rsidRPr="00696DEB" w:rsidRDefault="00696DEB" w:rsidP="00696DEB">
      <w:pPr>
        <w:rPr>
          <w:rFonts w:ascii="Quasimoda Light" w:hAnsi="Quasimoda Light"/>
        </w:rPr>
      </w:pPr>
      <w:r w:rsidRPr="00696DEB">
        <w:rPr>
          <w:rFonts w:ascii="Quasimoda Light" w:hAnsi="Quasimoda Light"/>
        </w:rPr>
        <w:t xml:space="preserve">Ann </w:t>
      </w:r>
      <w:proofErr w:type="spellStart"/>
      <w:r w:rsidRPr="00696DEB">
        <w:rPr>
          <w:rFonts w:ascii="Quasimoda Light" w:hAnsi="Quasimoda Light"/>
        </w:rPr>
        <w:t>Hallenberg</w:t>
      </w:r>
      <w:proofErr w:type="spellEnd"/>
      <w:r w:rsidRPr="00696DEB">
        <w:rPr>
          <w:rFonts w:ascii="Quasimoda Light" w:hAnsi="Quasimoda Light"/>
        </w:rPr>
        <w:t xml:space="preserve"> regularly works with conductors such as Fabio Biondi, William Christie, </w:t>
      </w:r>
      <w:proofErr w:type="spellStart"/>
      <w:r w:rsidRPr="00696DEB">
        <w:rPr>
          <w:rFonts w:ascii="Quasimoda Light" w:hAnsi="Quasimoda Light"/>
        </w:rPr>
        <w:t>Teodor</w:t>
      </w:r>
      <w:proofErr w:type="spellEnd"/>
      <w:r w:rsidRPr="00696DEB">
        <w:rPr>
          <w:rFonts w:ascii="Quasimoda Light" w:hAnsi="Quasimoda Light"/>
        </w:rPr>
        <w:t xml:space="preserve"> </w:t>
      </w:r>
      <w:proofErr w:type="spellStart"/>
      <w:r w:rsidRPr="00696DEB">
        <w:rPr>
          <w:rFonts w:ascii="Quasimoda Light" w:hAnsi="Quasimoda Light"/>
        </w:rPr>
        <w:t>Currentzis</w:t>
      </w:r>
      <w:proofErr w:type="spellEnd"/>
      <w:r w:rsidRPr="00696DEB">
        <w:rPr>
          <w:rFonts w:ascii="Quasimoda Light" w:hAnsi="Quasimoda Light"/>
        </w:rPr>
        <w:t xml:space="preserve">, Sir John Eliot Gardiner, Emmanuelle </w:t>
      </w:r>
      <w:proofErr w:type="spellStart"/>
      <w:r w:rsidRPr="00696DEB">
        <w:rPr>
          <w:rFonts w:ascii="Quasimoda Light" w:hAnsi="Quasimoda Light"/>
        </w:rPr>
        <w:t>Haïm</w:t>
      </w:r>
      <w:proofErr w:type="spellEnd"/>
      <w:r w:rsidRPr="00696DEB">
        <w:rPr>
          <w:rFonts w:ascii="Quasimoda Light" w:hAnsi="Quasimoda Light"/>
        </w:rPr>
        <w:t xml:space="preserve">, Daniel Harding, Andrea Marcon, Marc </w:t>
      </w:r>
      <w:proofErr w:type="spellStart"/>
      <w:r w:rsidRPr="00696DEB">
        <w:rPr>
          <w:rFonts w:ascii="Quasimoda Light" w:hAnsi="Quasimoda Light"/>
        </w:rPr>
        <w:t>Minkowski</w:t>
      </w:r>
      <w:proofErr w:type="spellEnd"/>
      <w:r w:rsidRPr="00696DEB">
        <w:rPr>
          <w:rFonts w:ascii="Quasimoda Light" w:hAnsi="Quasimoda Light"/>
        </w:rPr>
        <w:t xml:space="preserve">, Riccardo </w:t>
      </w:r>
      <w:proofErr w:type="spellStart"/>
      <w:r w:rsidRPr="00696DEB">
        <w:rPr>
          <w:rFonts w:ascii="Quasimoda Light" w:hAnsi="Quasimoda Light"/>
        </w:rPr>
        <w:t>Muti</w:t>
      </w:r>
      <w:proofErr w:type="spellEnd"/>
      <w:r w:rsidRPr="00696DEB">
        <w:rPr>
          <w:rFonts w:ascii="Quasimoda Light" w:hAnsi="Quasimoda Light"/>
        </w:rPr>
        <w:t xml:space="preserve">, Kent Nagano, Sir Roger Norrington, Sir Antonio Pappano, </w:t>
      </w:r>
      <w:proofErr w:type="spellStart"/>
      <w:r w:rsidRPr="00696DEB">
        <w:rPr>
          <w:rFonts w:ascii="Quasimoda Light" w:hAnsi="Quasimoda Light"/>
        </w:rPr>
        <w:t>Evelino</w:t>
      </w:r>
      <w:proofErr w:type="spellEnd"/>
      <w:r w:rsidRPr="00696DEB">
        <w:rPr>
          <w:rFonts w:ascii="Quasimoda Light" w:hAnsi="Quasimoda Light"/>
        </w:rPr>
        <w:t xml:space="preserve"> </w:t>
      </w:r>
      <w:proofErr w:type="spellStart"/>
      <w:r w:rsidRPr="00696DEB">
        <w:rPr>
          <w:rFonts w:ascii="Quasimoda Light" w:hAnsi="Quasimoda Light"/>
        </w:rPr>
        <w:t>Pidò</w:t>
      </w:r>
      <w:proofErr w:type="spellEnd"/>
      <w:r w:rsidRPr="00696DEB">
        <w:rPr>
          <w:rFonts w:ascii="Quasimoda Light" w:hAnsi="Quasimoda Light"/>
        </w:rPr>
        <w:t xml:space="preserve"> and Christophe </w:t>
      </w:r>
      <w:proofErr w:type="spellStart"/>
      <w:r w:rsidRPr="00696DEB">
        <w:rPr>
          <w:rFonts w:ascii="Quasimoda Light" w:hAnsi="Quasimoda Light"/>
        </w:rPr>
        <w:t>Rousset</w:t>
      </w:r>
      <w:proofErr w:type="spellEnd"/>
      <w:r w:rsidRPr="00696DEB">
        <w:rPr>
          <w:rFonts w:ascii="Quasimoda Light" w:hAnsi="Quasimoda Light"/>
        </w:rPr>
        <w:t>.</w:t>
      </w:r>
    </w:p>
    <w:p w14:paraId="4B52A2C8" w14:textId="77777777" w:rsidR="00696DEB" w:rsidRPr="00696DEB" w:rsidRDefault="00696DEB" w:rsidP="00696DEB">
      <w:pPr>
        <w:rPr>
          <w:rFonts w:ascii="Quasimoda Light" w:hAnsi="Quasimoda Light"/>
        </w:rPr>
      </w:pPr>
      <w:r w:rsidRPr="00696DEB">
        <w:rPr>
          <w:rFonts w:ascii="Quasimoda Light" w:hAnsi="Quasimoda Light"/>
        </w:rPr>
        <w:t xml:space="preserve">2017 included the title role in Agrippina at Opera </w:t>
      </w:r>
      <w:proofErr w:type="spellStart"/>
      <w:r w:rsidRPr="00696DEB">
        <w:rPr>
          <w:rFonts w:ascii="Quasimoda Light" w:hAnsi="Quasimoda Light"/>
        </w:rPr>
        <w:t>Vlaanderen</w:t>
      </w:r>
      <w:proofErr w:type="spellEnd"/>
      <w:r w:rsidRPr="00696DEB">
        <w:rPr>
          <w:rFonts w:ascii="Quasimoda Light" w:hAnsi="Quasimoda Light"/>
        </w:rPr>
        <w:t xml:space="preserve">, </w:t>
      </w:r>
      <w:proofErr w:type="spellStart"/>
      <w:r w:rsidRPr="00696DEB">
        <w:rPr>
          <w:rFonts w:ascii="Quasimoda Light" w:hAnsi="Quasimoda Light"/>
        </w:rPr>
        <w:t>Marguérite</w:t>
      </w:r>
      <w:proofErr w:type="spellEnd"/>
      <w:r w:rsidRPr="00696DEB">
        <w:rPr>
          <w:rFonts w:ascii="Quasimoda Light" w:hAnsi="Quasimoda Light"/>
        </w:rPr>
        <w:t xml:space="preserve"> in La damnation de Faust in London and La Côte-Saint-André with Orchestre Révolutionnaire et Romantique, </w:t>
      </w:r>
      <w:proofErr w:type="spellStart"/>
      <w:r w:rsidRPr="00696DEB">
        <w:rPr>
          <w:rFonts w:ascii="Quasimoda Light" w:hAnsi="Quasimoda Light"/>
        </w:rPr>
        <w:t>Vagaus</w:t>
      </w:r>
      <w:proofErr w:type="spellEnd"/>
      <w:r w:rsidRPr="00696DEB">
        <w:rPr>
          <w:rFonts w:ascii="Quasimoda Light" w:hAnsi="Quasimoda Light"/>
        </w:rPr>
        <w:t xml:space="preserve"> in </w:t>
      </w:r>
      <w:proofErr w:type="spellStart"/>
      <w:r w:rsidRPr="00696DEB">
        <w:rPr>
          <w:rFonts w:ascii="Quasimoda Light" w:hAnsi="Quasimoda Light"/>
        </w:rPr>
        <w:t>Juditha</w:t>
      </w:r>
      <w:proofErr w:type="spellEnd"/>
      <w:r w:rsidRPr="00696DEB">
        <w:rPr>
          <w:rFonts w:ascii="Quasimoda Light" w:hAnsi="Quasimoda Light"/>
        </w:rPr>
        <w:t xml:space="preserve"> </w:t>
      </w:r>
      <w:proofErr w:type="spellStart"/>
      <w:r w:rsidRPr="00696DEB">
        <w:rPr>
          <w:rFonts w:ascii="Quasimoda Light" w:hAnsi="Quasimoda Light"/>
        </w:rPr>
        <w:t>triumphans</w:t>
      </w:r>
      <w:proofErr w:type="spellEnd"/>
      <w:r w:rsidRPr="00696DEB">
        <w:rPr>
          <w:rFonts w:ascii="Quasimoda Light" w:hAnsi="Quasimoda Light"/>
        </w:rPr>
        <w:t xml:space="preserve"> in New York and Illinoi with Venice Baroque Orchestra, </w:t>
      </w:r>
      <w:proofErr w:type="spellStart"/>
      <w:r w:rsidRPr="00696DEB">
        <w:rPr>
          <w:rFonts w:ascii="Quasimoda Light" w:hAnsi="Quasimoda Light"/>
        </w:rPr>
        <w:t>Tangia</w:t>
      </w:r>
      <w:proofErr w:type="spellEnd"/>
      <w:r w:rsidRPr="00696DEB">
        <w:rPr>
          <w:rFonts w:ascii="Quasimoda Light" w:hAnsi="Quasimoda Light"/>
        </w:rPr>
        <w:t xml:space="preserve"> in Gluck’s Le </w:t>
      </w:r>
      <w:proofErr w:type="spellStart"/>
      <w:r w:rsidRPr="00696DEB">
        <w:rPr>
          <w:rFonts w:ascii="Quasimoda Light" w:hAnsi="Quasimoda Light"/>
        </w:rPr>
        <w:t>Cinesi</w:t>
      </w:r>
      <w:proofErr w:type="spellEnd"/>
      <w:r w:rsidRPr="00696DEB">
        <w:rPr>
          <w:rFonts w:ascii="Quasimoda Light" w:hAnsi="Quasimoda Light"/>
        </w:rPr>
        <w:t xml:space="preserve"> at Opera Palau de les Arts Reina Sofía in Valencia, Mahler’s </w:t>
      </w:r>
      <w:proofErr w:type="spellStart"/>
      <w:r w:rsidRPr="00696DEB">
        <w:rPr>
          <w:rFonts w:ascii="Quasimoda Light" w:hAnsi="Quasimoda Light"/>
        </w:rPr>
        <w:t>Rückert</w:t>
      </w:r>
      <w:proofErr w:type="spellEnd"/>
      <w:r w:rsidRPr="00696DEB">
        <w:rPr>
          <w:rFonts w:ascii="Quasimoda Light" w:hAnsi="Quasimoda Light"/>
        </w:rPr>
        <w:t xml:space="preserve"> Lieder in Amsterdam with the Royal Concertgebouw Orchestra, the title role in Vivaldi’s </w:t>
      </w:r>
      <w:proofErr w:type="spellStart"/>
      <w:r w:rsidRPr="00696DEB">
        <w:rPr>
          <w:rFonts w:ascii="Quasimoda Light" w:hAnsi="Quasimoda Light"/>
        </w:rPr>
        <w:t>Juditha</w:t>
      </w:r>
      <w:proofErr w:type="spellEnd"/>
      <w:r w:rsidRPr="00696DEB">
        <w:rPr>
          <w:rFonts w:ascii="Quasimoda Light" w:hAnsi="Quasimoda Light"/>
        </w:rPr>
        <w:t xml:space="preserve"> </w:t>
      </w:r>
      <w:proofErr w:type="spellStart"/>
      <w:r w:rsidRPr="00696DEB">
        <w:rPr>
          <w:rFonts w:ascii="Quasimoda Light" w:hAnsi="Quasimoda Light"/>
        </w:rPr>
        <w:t>triumphans</w:t>
      </w:r>
      <w:proofErr w:type="spellEnd"/>
      <w:r w:rsidRPr="00696DEB">
        <w:rPr>
          <w:rFonts w:ascii="Quasimoda Light" w:hAnsi="Quasimoda Light"/>
        </w:rPr>
        <w:t xml:space="preserve"> in Venice, Beethoven’s Symphony No. 9 in Brussels, Antwerp and Gent with the Royal Flemish Orchestra, Bach’s Christmas Oratorio in Paris with Orchestre National de France, Elgar’s The Dream of </w:t>
      </w:r>
      <w:proofErr w:type="spellStart"/>
      <w:r w:rsidRPr="00696DEB">
        <w:rPr>
          <w:rFonts w:ascii="Quasimoda Light" w:hAnsi="Quasimoda Light"/>
        </w:rPr>
        <w:t>Gerontius</w:t>
      </w:r>
      <w:proofErr w:type="spellEnd"/>
      <w:r w:rsidRPr="00696DEB">
        <w:rPr>
          <w:rFonts w:ascii="Quasimoda Light" w:hAnsi="Quasimoda Light"/>
        </w:rPr>
        <w:t xml:space="preserve"> in Dortmund with </w:t>
      </w:r>
      <w:proofErr w:type="spellStart"/>
      <w:r w:rsidRPr="00696DEB">
        <w:rPr>
          <w:rFonts w:ascii="Quasimoda Light" w:hAnsi="Quasimoda Light"/>
        </w:rPr>
        <w:t>Dortmunder</w:t>
      </w:r>
      <w:proofErr w:type="spellEnd"/>
      <w:r w:rsidRPr="00696DEB">
        <w:rPr>
          <w:rFonts w:ascii="Quasimoda Light" w:hAnsi="Quasimoda Light"/>
        </w:rPr>
        <w:t xml:space="preserve"> </w:t>
      </w:r>
      <w:proofErr w:type="spellStart"/>
      <w:r w:rsidRPr="00696DEB">
        <w:rPr>
          <w:rFonts w:ascii="Quasimoda Light" w:hAnsi="Quasimoda Light"/>
        </w:rPr>
        <w:t>Philharmoniker</w:t>
      </w:r>
      <w:proofErr w:type="spellEnd"/>
      <w:r w:rsidRPr="00696DEB">
        <w:rPr>
          <w:rFonts w:ascii="Quasimoda Light" w:hAnsi="Quasimoda Light"/>
        </w:rPr>
        <w:t xml:space="preserve">, Bach’s St John Passion in Rome with Accademia Nazionale di Santa Cecilia, Medea in Handel’s </w:t>
      </w:r>
      <w:proofErr w:type="spellStart"/>
      <w:r w:rsidRPr="00696DEB">
        <w:rPr>
          <w:rFonts w:ascii="Quasimoda Light" w:hAnsi="Quasimoda Light"/>
        </w:rPr>
        <w:t>Teseo</w:t>
      </w:r>
      <w:proofErr w:type="spellEnd"/>
      <w:r w:rsidRPr="00696DEB">
        <w:rPr>
          <w:rFonts w:ascii="Quasimoda Light" w:hAnsi="Quasimoda Light"/>
        </w:rPr>
        <w:t xml:space="preserve"> in Moscow with Russian National Orchestra, arias by Handel at Teatro Real Madrid, </w:t>
      </w:r>
      <w:proofErr w:type="spellStart"/>
      <w:r w:rsidRPr="00696DEB">
        <w:rPr>
          <w:rFonts w:ascii="Quasimoda Light" w:hAnsi="Quasimoda Light"/>
        </w:rPr>
        <w:t>Gismonda</w:t>
      </w:r>
      <w:proofErr w:type="spellEnd"/>
      <w:r w:rsidRPr="00696DEB">
        <w:rPr>
          <w:rFonts w:ascii="Quasimoda Light" w:hAnsi="Quasimoda Light"/>
        </w:rPr>
        <w:t xml:space="preserve"> in Handel’s </w:t>
      </w:r>
      <w:proofErr w:type="spellStart"/>
      <w:r w:rsidRPr="00696DEB">
        <w:rPr>
          <w:rFonts w:ascii="Quasimoda Light" w:hAnsi="Quasimoda Light"/>
        </w:rPr>
        <w:t>Ottone</w:t>
      </w:r>
      <w:proofErr w:type="spellEnd"/>
      <w:r w:rsidRPr="00696DEB">
        <w:rPr>
          <w:rFonts w:ascii="Quasimoda Light" w:hAnsi="Quasimoda Light"/>
        </w:rPr>
        <w:t xml:space="preserve"> in Vienna and Beaune, arias written for the castrato </w:t>
      </w:r>
      <w:proofErr w:type="spellStart"/>
      <w:r w:rsidRPr="00696DEB">
        <w:rPr>
          <w:rFonts w:ascii="Quasimoda Light" w:hAnsi="Quasimoda Light"/>
        </w:rPr>
        <w:t>Farinelli</w:t>
      </w:r>
      <w:proofErr w:type="spellEnd"/>
      <w:r w:rsidRPr="00696DEB">
        <w:rPr>
          <w:rFonts w:ascii="Quasimoda Light" w:hAnsi="Quasimoda Light"/>
        </w:rPr>
        <w:t xml:space="preserve"> in Gdansk with Les </w:t>
      </w:r>
      <w:proofErr w:type="spellStart"/>
      <w:r w:rsidRPr="00696DEB">
        <w:rPr>
          <w:rFonts w:ascii="Quasimoda Light" w:hAnsi="Quasimoda Light"/>
        </w:rPr>
        <w:t>Talens</w:t>
      </w:r>
      <w:proofErr w:type="spellEnd"/>
      <w:r w:rsidRPr="00696DEB">
        <w:rPr>
          <w:rFonts w:ascii="Quasimoda Light" w:hAnsi="Quasimoda Light"/>
        </w:rPr>
        <w:t xml:space="preserve"> </w:t>
      </w:r>
      <w:proofErr w:type="spellStart"/>
      <w:r w:rsidRPr="00696DEB">
        <w:rPr>
          <w:rFonts w:ascii="Quasimoda Light" w:hAnsi="Quasimoda Light"/>
        </w:rPr>
        <w:t>Lyriques</w:t>
      </w:r>
      <w:proofErr w:type="spellEnd"/>
      <w:r w:rsidRPr="00696DEB">
        <w:rPr>
          <w:rFonts w:ascii="Quasimoda Light" w:hAnsi="Quasimoda Light"/>
        </w:rPr>
        <w:t xml:space="preserve">, arias by Rameau and Telemann in Hamburg with Les </w:t>
      </w:r>
      <w:proofErr w:type="spellStart"/>
      <w:r w:rsidRPr="00696DEB">
        <w:rPr>
          <w:rFonts w:ascii="Quasimoda Light" w:hAnsi="Quasimoda Light"/>
        </w:rPr>
        <w:t>Talens</w:t>
      </w:r>
      <w:proofErr w:type="spellEnd"/>
      <w:r w:rsidRPr="00696DEB">
        <w:rPr>
          <w:rFonts w:ascii="Quasimoda Light" w:hAnsi="Quasimoda Light"/>
        </w:rPr>
        <w:t xml:space="preserve"> </w:t>
      </w:r>
      <w:proofErr w:type="spellStart"/>
      <w:r w:rsidRPr="00696DEB">
        <w:rPr>
          <w:rFonts w:ascii="Quasimoda Light" w:hAnsi="Quasimoda Light"/>
        </w:rPr>
        <w:t>Lyriques</w:t>
      </w:r>
      <w:proofErr w:type="spellEnd"/>
      <w:r w:rsidRPr="00696DEB">
        <w:rPr>
          <w:rFonts w:ascii="Quasimoda Light" w:hAnsi="Quasimoda Light"/>
        </w:rPr>
        <w:t xml:space="preserve">, and recitals with the pianist Magnus </w:t>
      </w:r>
      <w:proofErr w:type="spellStart"/>
      <w:r w:rsidRPr="00696DEB">
        <w:rPr>
          <w:rFonts w:ascii="Quasimoda Light" w:hAnsi="Quasimoda Light"/>
        </w:rPr>
        <w:t>Svensson</w:t>
      </w:r>
      <w:proofErr w:type="spellEnd"/>
      <w:r w:rsidRPr="00696DEB">
        <w:rPr>
          <w:rFonts w:ascii="Quasimoda Light" w:hAnsi="Quasimoda Light"/>
        </w:rPr>
        <w:t xml:space="preserve"> in Madrid as well as in Stockholm Concert Hall.</w:t>
      </w:r>
    </w:p>
    <w:p w14:paraId="3C3BBF01" w14:textId="77777777" w:rsidR="00696DEB" w:rsidRPr="00696DEB" w:rsidRDefault="00696DEB" w:rsidP="00696DEB">
      <w:pPr>
        <w:rPr>
          <w:rFonts w:ascii="Quasimoda Light" w:hAnsi="Quasimoda Light"/>
        </w:rPr>
      </w:pPr>
    </w:p>
    <w:p w14:paraId="42B9EA95" w14:textId="3F023F0E" w:rsidR="00696DEB" w:rsidRPr="00696DEB" w:rsidRDefault="00696DEB" w:rsidP="00696DEB">
      <w:pPr>
        <w:rPr>
          <w:rFonts w:ascii="Quasimoda Light" w:hAnsi="Quasimoda Light"/>
        </w:rPr>
      </w:pPr>
      <w:r w:rsidRPr="00696DEB">
        <w:rPr>
          <w:rFonts w:ascii="Quasimoda Light" w:hAnsi="Quasimoda Light"/>
        </w:rPr>
        <w:t xml:space="preserve">2018 has started with </w:t>
      </w:r>
      <w:proofErr w:type="spellStart"/>
      <w:r w:rsidRPr="00696DEB">
        <w:rPr>
          <w:rFonts w:ascii="Quasimoda Light" w:hAnsi="Quasimoda Light"/>
        </w:rPr>
        <w:t>Giulietta</w:t>
      </w:r>
      <w:proofErr w:type="spellEnd"/>
      <w:r w:rsidRPr="00696DEB">
        <w:rPr>
          <w:rFonts w:ascii="Quasimoda Light" w:hAnsi="Quasimoda Light"/>
        </w:rPr>
        <w:t xml:space="preserve"> in </w:t>
      </w:r>
      <w:proofErr w:type="spellStart"/>
      <w:r w:rsidRPr="00696DEB">
        <w:rPr>
          <w:rFonts w:ascii="Quasimoda Light" w:hAnsi="Quasimoda Light"/>
        </w:rPr>
        <w:t>Zingarelli’s</w:t>
      </w:r>
      <w:proofErr w:type="spellEnd"/>
      <w:r w:rsidRPr="00696DEB">
        <w:rPr>
          <w:rFonts w:ascii="Quasimoda Light" w:hAnsi="Quasimoda Light"/>
        </w:rPr>
        <w:t xml:space="preserve"> </w:t>
      </w:r>
      <w:proofErr w:type="spellStart"/>
      <w:r w:rsidRPr="00696DEB">
        <w:rPr>
          <w:rFonts w:ascii="Quasimoda Light" w:hAnsi="Quasimoda Light"/>
        </w:rPr>
        <w:t>Giulietta</w:t>
      </w:r>
      <w:proofErr w:type="spellEnd"/>
      <w:r w:rsidRPr="00696DEB">
        <w:rPr>
          <w:rFonts w:ascii="Quasimoda Light" w:hAnsi="Quasimoda Light"/>
        </w:rPr>
        <w:t xml:space="preserve"> e Romeo at </w:t>
      </w:r>
      <w:proofErr w:type="spellStart"/>
      <w:r w:rsidRPr="00696DEB">
        <w:rPr>
          <w:rFonts w:ascii="Quasimoda Light" w:hAnsi="Quasimoda Light"/>
        </w:rPr>
        <w:t>Theater</w:t>
      </w:r>
      <w:proofErr w:type="spellEnd"/>
      <w:r w:rsidRPr="00696DEB">
        <w:rPr>
          <w:rFonts w:ascii="Quasimoda Light" w:hAnsi="Quasimoda Light"/>
        </w:rPr>
        <w:t xml:space="preserve"> an der Wien, Mahler’s </w:t>
      </w:r>
      <w:proofErr w:type="spellStart"/>
      <w:r w:rsidRPr="00696DEB">
        <w:rPr>
          <w:rFonts w:ascii="Quasimoda Light" w:hAnsi="Quasimoda Light"/>
        </w:rPr>
        <w:t>Kindertotenlieder</w:t>
      </w:r>
      <w:proofErr w:type="spellEnd"/>
      <w:r w:rsidRPr="00696DEB">
        <w:rPr>
          <w:rFonts w:ascii="Quasimoda Light" w:hAnsi="Quasimoda Light"/>
        </w:rPr>
        <w:t xml:space="preserve"> in Vienna and Salzburg, arias by Handel in Madrid and Sevilla with </w:t>
      </w:r>
      <w:proofErr w:type="spellStart"/>
      <w:r w:rsidRPr="00696DEB">
        <w:rPr>
          <w:rFonts w:ascii="Quasimoda Light" w:hAnsi="Quasimoda Light"/>
        </w:rPr>
        <w:t>Orquesta</w:t>
      </w:r>
      <w:proofErr w:type="spellEnd"/>
      <w:r w:rsidRPr="00696DEB">
        <w:rPr>
          <w:rFonts w:ascii="Quasimoda Light" w:hAnsi="Quasimoda Light"/>
        </w:rPr>
        <w:t xml:space="preserve"> </w:t>
      </w:r>
      <w:proofErr w:type="spellStart"/>
      <w:r w:rsidRPr="00696DEB">
        <w:rPr>
          <w:rFonts w:ascii="Quasimoda Light" w:hAnsi="Quasimoda Light"/>
        </w:rPr>
        <w:t>Barroca</w:t>
      </w:r>
      <w:proofErr w:type="spellEnd"/>
      <w:r w:rsidRPr="00696DEB">
        <w:rPr>
          <w:rFonts w:ascii="Quasimoda Light" w:hAnsi="Quasimoda Light"/>
        </w:rPr>
        <w:t xml:space="preserve"> de Sevilla, and </w:t>
      </w:r>
      <w:proofErr w:type="spellStart"/>
      <w:r w:rsidRPr="00696DEB">
        <w:rPr>
          <w:rFonts w:ascii="Quasimoda Light" w:hAnsi="Quasimoda Light"/>
        </w:rPr>
        <w:t>varous</w:t>
      </w:r>
      <w:proofErr w:type="spellEnd"/>
      <w:r w:rsidRPr="00696DEB">
        <w:rPr>
          <w:rFonts w:ascii="Quasimoda Light" w:hAnsi="Quasimoda Light"/>
        </w:rPr>
        <w:t xml:space="preserve"> baroque arias in Trondheim with Trondheim Baroque.</w:t>
      </w:r>
    </w:p>
    <w:p w14:paraId="07EE7E55" w14:textId="71693429" w:rsidR="0074544D" w:rsidRPr="00696DEB" w:rsidRDefault="00696DEB" w:rsidP="00696DEB">
      <w:pPr>
        <w:rPr>
          <w:rFonts w:ascii="Quasimoda Light" w:hAnsi="Quasimoda Light"/>
        </w:rPr>
      </w:pPr>
      <w:r w:rsidRPr="00696DEB">
        <w:rPr>
          <w:rFonts w:ascii="Quasimoda Light" w:hAnsi="Quasimoda Light"/>
        </w:rPr>
        <w:t xml:space="preserve">In the summer of 2017 her latest solo-CD “Carnevale 1729” was released and it is receiving raving reviews. She has so far performed the program in Vienna, Venice, Halle, Bordeaux and </w:t>
      </w:r>
      <w:proofErr w:type="spellStart"/>
      <w:r w:rsidRPr="00696DEB">
        <w:rPr>
          <w:rFonts w:ascii="Quasimoda Light" w:hAnsi="Quasimoda Light"/>
        </w:rPr>
        <w:t>Froville</w:t>
      </w:r>
      <w:proofErr w:type="spellEnd"/>
      <w:r w:rsidRPr="00696DEB">
        <w:rPr>
          <w:rFonts w:ascii="Quasimoda Light" w:hAnsi="Quasimoda Light"/>
        </w:rPr>
        <w:t xml:space="preserve"> with Il Pomo </w:t>
      </w:r>
      <w:proofErr w:type="spellStart"/>
      <w:r w:rsidRPr="00696DEB">
        <w:rPr>
          <w:rFonts w:ascii="Quasimoda Light" w:hAnsi="Quasimoda Light"/>
        </w:rPr>
        <w:t>d’Oro</w:t>
      </w:r>
      <w:proofErr w:type="spellEnd"/>
      <w:r w:rsidRPr="00696DEB">
        <w:rPr>
          <w:rFonts w:ascii="Quasimoda Light" w:hAnsi="Quasimoda Light"/>
        </w:rPr>
        <w:t xml:space="preserve"> and there are several more concert coming.</w:t>
      </w:r>
    </w:p>
    <w:sectPr w:rsidR="0074544D" w:rsidRPr="00696DEB" w:rsidSect="006550B6">
      <w:headerReference w:type="default" r:id="rId6"/>
      <w:pgSz w:w="11906" w:h="16838"/>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13702" w14:textId="77777777" w:rsidR="006550B6" w:rsidRDefault="006550B6" w:rsidP="006550B6">
      <w:pPr>
        <w:spacing w:after="0" w:line="240" w:lineRule="auto"/>
      </w:pPr>
      <w:r>
        <w:separator/>
      </w:r>
    </w:p>
  </w:endnote>
  <w:endnote w:type="continuationSeparator" w:id="0">
    <w:p w14:paraId="01189F66" w14:textId="77777777" w:rsidR="006550B6" w:rsidRDefault="006550B6" w:rsidP="00655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Quasimoda Light">
    <w:panose1 w:val="000004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F81CA" w14:textId="77777777" w:rsidR="006550B6" w:rsidRDefault="006550B6" w:rsidP="006550B6">
      <w:pPr>
        <w:spacing w:after="0" w:line="240" w:lineRule="auto"/>
      </w:pPr>
      <w:r>
        <w:separator/>
      </w:r>
    </w:p>
  </w:footnote>
  <w:footnote w:type="continuationSeparator" w:id="0">
    <w:p w14:paraId="7D79F8C4" w14:textId="77777777" w:rsidR="006550B6" w:rsidRDefault="006550B6" w:rsidP="00655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C3CC7" w14:textId="0DD97005" w:rsidR="006550B6" w:rsidRDefault="006550B6">
    <w:pPr>
      <w:pStyle w:val="Header"/>
    </w:pPr>
    <w:r>
      <w:rPr>
        <w:noProof/>
      </w:rPr>
      <w:drawing>
        <wp:inline distT="0" distB="0" distL="0" distR="0" wp14:anchorId="665B7910" wp14:editId="70956F50">
          <wp:extent cx="1627569" cy="619125"/>
          <wp:effectExtent l="0" t="0" r="0" b="0"/>
          <wp:docPr id="2" name="Picture 2" descr="\\MON-NT01\Public\Marketing\01 Media\Artwork Assets and Logos\email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NT01\Public\Marketing\01 Media\Artwork Assets and Logos\email 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4414" cy="625533"/>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0B6"/>
    <w:rsid w:val="006550B6"/>
    <w:rsid w:val="00696DEB"/>
    <w:rsid w:val="0074544D"/>
    <w:rsid w:val="00B475FF"/>
    <w:rsid w:val="00BC2928"/>
    <w:rsid w:val="00C16F34"/>
    <w:rsid w:val="00D41E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B0E98"/>
  <w15:chartTrackingRefBased/>
  <w15:docId w15:val="{40248A8F-FF59-42F4-84BE-0DD72157A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50B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550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50B6"/>
  </w:style>
  <w:style w:type="paragraph" w:styleId="Footer">
    <w:name w:val="footer"/>
    <w:basedOn w:val="Normal"/>
    <w:link w:val="FooterChar"/>
    <w:uiPriority w:val="99"/>
    <w:unhideWhenUsed/>
    <w:rsid w:val="006550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5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783051">
      <w:bodyDiv w:val="1"/>
      <w:marLeft w:val="0"/>
      <w:marRight w:val="0"/>
      <w:marTop w:val="0"/>
      <w:marBottom w:val="0"/>
      <w:divBdr>
        <w:top w:val="none" w:sz="0" w:space="0" w:color="auto"/>
        <w:left w:val="none" w:sz="0" w:space="0" w:color="auto"/>
        <w:bottom w:val="none" w:sz="0" w:space="0" w:color="auto"/>
        <w:right w:val="none" w:sz="0" w:space="0" w:color="auto"/>
      </w:divBdr>
    </w:div>
    <w:div w:id="195200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93A0BD0F</Template>
  <TotalTime>5</TotalTime>
  <Pages>2</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Broad</dc:creator>
  <cp:keywords/>
  <dc:description/>
  <cp:lastModifiedBy>MON-Marketing</cp:lastModifiedBy>
  <cp:revision>3</cp:revision>
  <dcterms:created xsi:type="dcterms:W3CDTF">2018-03-16T10:37:00Z</dcterms:created>
  <dcterms:modified xsi:type="dcterms:W3CDTF">2018-07-18T15:27:00Z</dcterms:modified>
</cp:coreProperties>
</file>